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84146" w14:textId="43D68525" w:rsidR="00024D31" w:rsidRPr="0023795B" w:rsidRDefault="00493E64" w:rsidP="00EE0844">
      <w:pPr>
        <w:jc w:val="center"/>
        <w:rPr>
          <w:rFonts w:ascii="Verdana" w:hAnsi="Verdana"/>
        </w:rPr>
      </w:pPr>
      <w:r w:rsidRPr="0023795B">
        <w:rPr>
          <w:rFonts w:ascii="Verdana" w:hAnsi="Verdana"/>
          <w:noProof/>
        </w:rPr>
        <w:drawing>
          <wp:inline distT="0" distB="0" distL="0" distR="0" wp14:anchorId="1311C0E7" wp14:editId="17BEC63E">
            <wp:extent cx="523875" cy="619125"/>
            <wp:effectExtent l="0" t="0" r="0" b="0"/>
            <wp:docPr id="1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D0F52" w14:textId="77777777" w:rsidR="00EE0844" w:rsidRPr="0023795B" w:rsidRDefault="00FE53D5" w:rsidP="0066024C">
      <w:pPr>
        <w:spacing w:before="120" w:after="120"/>
        <w:jc w:val="center"/>
        <w:rPr>
          <w:rFonts w:ascii="Verdana" w:hAnsi="Verdana"/>
          <w:b/>
        </w:rPr>
      </w:pPr>
      <w:r w:rsidRPr="0023795B">
        <w:rPr>
          <w:rFonts w:ascii="Verdana" w:hAnsi="Verdana"/>
          <w:b/>
        </w:rPr>
        <w:t xml:space="preserve">MARIJAMPOLĖS SAVIVALDYBĖS </w:t>
      </w:r>
      <w:r w:rsidR="009514F7" w:rsidRPr="0023795B">
        <w:rPr>
          <w:rFonts w:ascii="Verdana" w:hAnsi="Verdana"/>
          <w:b/>
        </w:rPr>
        <w:t>ADMINISTRACIJA</w:t>
      </w:r>
    </w:p>
    <w:p w14:paraId="0E917E0E" w14:textId="77777777" w:rsidR="0089622E" w:rsidRPr="0023795B" w:rsidRDefault="0089622E" w:rsidP="0089622E">
      <w:pPr>
        <w:jc w:val="center"/>
        <w:rPr>
          <w:rFonts w:ascii="Verdana" w:hAnsi="Verdana"/>
          <w:sz w:val="18"/>
          <w:szCs w:val="18"/>
        </w:rPr>
      </w:pPr>
      <w:r w:rsidRPr="0023795B">
        <w:rPr>
          <w:rFonts w:ascii="Verdana" w:hAnsi="Verdana"/>
          <w:sz w:val="18"/>
          <w:szCs w:val="18"/>
        </w:rPr>
        <w:t>Biudžetinė įstaiga, J. Basanavičiaus a. 1,</w:t>
      </w:r>
      <w:r w:rsidRPr="0023795B">
        <w:rPr>
          <w:rFonts w:ascii="Verdana" w:hAnsi="Verdana"/>
          <w:sz w:val="18"/>
        </w:rPr>
        <w:t xml:space="preserve"> </w:t>
      </w:r>
      <w:r w:rsidRPr="0023795B">
        <w:rPr>
          <w:rFonts w:ascii="Verdana" w:hAnsi="Verdana"/>
          <w:sz w:val="18"/>
          <w:szCs w:val="18"/>
        </w:rPr>
        <w:t xml:space="preserve">68307 Marijampolė,  </w:t>
      </w:r>
      <w:r w:rsidRPr="0023795B">
        <w:rPr>
          <w:rFonts w:ascii="Verdana" w:hAnsi="Verdana"/>
          <w:sz w:val="18"/>
        </w:rPr>
        <w:t>tel.: (8 343) 90 011, 90 062,</w:t>
      </w:r>
      <w:r w:rsidR="0023795B">
        <w:rPr>
          <w:rFonts w:ascii="Verdana" w:hAnsi="Verdana"/>
          <w:sz w:val="18"/>
        </w:rPr>
        <w:br/>
      </w:r>
      <w:r w:rsidRPr="0023795B">
        <w:rPr>
          <w:rFonts w:ascii="Verdana" w:hAnsi="Verdana"/>
          <w:sz w:val="18"/>
        </w:rPr>
        <w:t>el. p. administracija@marijampole.lt</w:t>
      </w:r>
      <w:r w:rsidR="005461F9">
        <w:rPr>
          <w:rFonts w:ascii="Verdana" w:hAnsi="Verdana"/>
          <w:sz w:val="18"/>
        </w:rPr>
        <w:t>.</w:t>
      </w:r>
    </w:p>
    <w:p w14:paraId="7E9D9A93" w14:textId="77777777" w:rsidR="00FE53D5" w:rsidRPr="0023795B" w:rsidRDefault="0089622E" w:rsidP="0089622E">
      <w:pPr>
        <w:pBdr>
          <w:bottom w:val="single" w:sz="4" w:space="1" w:color="auto"/>
        </w:pBdr>
        <w:jc w:val="center"/>
        <w:rPr>
          <w:rFonts w:ascii="Verdana" w:hAnsi="Verdana"/>
          <w:sz w:val="18"/>
          <w:szCs w:val="18"/>
        </w:rPr>
      </w:pPr>
      <w:r w:rsidRPr="0023795B">
        <w:rPr>
          <w:rFonts w:ascii="Verdana" w:hAnsi="Verdana"/>
          <w:sz w:val="18"/>
          <w:szCs w:val="18"/>
        </w:rPr>
        <w:t xml:space="preserve">Duomenys kaupiami ir saugomi </w:t>
      </w:r>
      <w:r w:rsidRPr="0023795B">
        <w:rPr>
          <w:rFonts w:ascii="Verdana" w:hAnsi="Verdana"/>
          <w:sz w:val="18"/>
        </w:rPr>
        <w:t>Juridinių asmenų registre, kodas 188769113</w:t>
      </w:r>
    </w:p>
    <w:p w14:paraId="7F400225" w14:textId="77777777" w:rsidR="00574842" w:rsidRPr="0023795B" w:rsidRDefault="00574842" w:rsidP="000E1795">
      <w:pPr>
        <w:tabs>
          <w:tab w:val="left" w:pos="5557"/>
          <w:tab w:val="left" w:pos="6840"/>
          <w:tab w:val="left" w:pos="7020"/>
        </w:tabs>
        <w:rPr>
          <w:rFonts w:ascii="Verdana" w:hAnsi="Verdana"/>
        </w:rPr>
      </w:pPr>
    </w:p>
    <w:tbl>
      <w:tblPr>
        <w:tblW w:w="9639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4962"/>
        <w:gridCol w:w="618"/>
        <w:gridCol w:w="4059"/>
      </w:tblGrid>
      <w:tr w:rsidR="00754F34" w:rsidRPr="0023795B" w14:paraId="2F0F1567" w14:textId="77777777" w:rsidTr="00676602">
        <w:tc>
          <w:tcPr>
            <w:tcW w:w="4962" w:type="dxa"/>
            <w:vMerge w:val="restart"/>
            <w:shd w:val="clear" w:color="auto" w:fill="auto"/>
          </w:tcPr>
          <w:p w14:paraId="3930AE3B" w14:textId="77777777" w:rsidR="00754F34" w:rsidRDefault="00D66322" w:rsidP="004B589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UAB „Kelranga“</w:t>
            </w:r>
          </w:p>
          <w:p w14:paraId="559F3250" w14:textId="63ADB32C" w:rsidR="00D66322" w:rsidRPr="0023795B" w:rsidRDefault="00D66322" w:rsidP="004B589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info@kelranga.lt</w:t>
            </w:r>
          </w:p>
        </w:tc>
        <w:tc>
          <w:tcPr>
            <w:tcW w:w="618" w:type="dxa"/>
            <w:shd w:val="clear" w:color="auto" w:fill="auto"/>
          </w:tcPr>
          <w:p w14:paraId="5759FE0E" w14:textId="77777777" w:rsidR="00754F34" w:rsidRPr="0023795B" w:rsidRDefault="00754F34" w:rsidP="00676602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059" w:type="dxa"/>
            <w:shd w:val="clear" w:color="auto" w:fill="auto"/>
          </w:tcPr>
          <w:p w14:paraId="32743481" w14:textId="5C08C500" w:rsidR="00754F34" w:rsidRPr="0023795B" w:rsidRDefault="00754F34" w:rsidP="003C3521">
            <w:pPr>
              <w:tabs>
                <w:tab w:val="left" w:pos="1276"/>
              </w:tabs>
              <w:rPr>
                <w:rFonts w:ascii="Verdana" w:hAnsi="Verdana"/>
              </w:rPr>
            </w:pPr>
          </w:p>
        </w:tc>
      </w:tr>
      <w:tr w:rsidR="00754F34" w:rsidRPr="0023795B" w14:paraId="1B4A28CF" w14:textId="77777777" w:rsidTr="00676602">
        <w:tc>
          <w:tcPr>
            <w:tcW w:w="4962" w:type="dxa"/>
            <w:vMerge/>
            <w:shd w:val="clear" w:color="auto" w:fill="auto"/>
          </w:tcPr>
          <w:p w14:paraId="70B4D067" w14:textId="77777777" w:rsidR="00754F34" w:rsidRPr="0023795B" w:rsidRDefault="00754F34" w:rsidP="004B5895">
            <w:pPr>
              <w:rPr>
                <w:rFonts w:ascii="Verdana" w:hAnsi="Verdana"/>
              </w:rPr>
            </w:pPr>
          </w:p>
        </w:tc>
        <w:tc>
          <w:tcPr>
            <w:tcW w:w="618" w:type="dxa"/>
            <w:shd w:val="clear" w:color="auto" w:fill="auto"/>
          </w:tcPr>
          <w:p w14:paraId="63AC0444" w14:textId="77777777" w:rsidR="00754F34" w:rsidRPr="0023795B" w:rsidRDefault="00754F34" w:rsidP="00676602">
            <w:pPr>
              <w:jc w:val="right"/>
              <w:rPr>
                <w:rFonts w:ascii="Verdana" w:hAnsi="Verdana"/>
              </w:rPr>
            </w:pPr>
          </w:p>
        </w:tc>
        <w:tc>
          <w:tcPr>
            <w:tcW w:w="4059" w:type="dxa"/>
            <w:shd w:val="clear" w:color="auto" w:fill="auto"/>
          </w:tcPr>
          <w:p w14:paraId="592C807D" w14:textId="6BEAF6A5" w:rsidR="00754F34" w:rsidRPr="0023795B" w:rsidRDefault="00754F34" w:rsidP="003C3521">
            <w:pPr>
              <w:tabs>
                <w:tab w:val="left" w:pos="1276"/>
              </w:tabs>
              <w:rPr>
                <w:rFonts w:ascii="Verdana" w:hAnsi="Verdana"/>
              </w:rPr>
            </w:pPr>
            <w:r w:rsidRPr="0023795B">
              <w:rPr>
                <w:rFonts w:ascii="Verdana" w:hAnsi="Verdana"/>
              </w:rPr>
              <w:t>Į 20</w:t>
            </w:r>
            <w:r w:rsidR="00BB37EF" w:rsidRPr="0023795B">
              <w:rPr>
                <w:rFonts w:ascii="Verdana" w:hAnsi="Verdana"/>
              </w:rPr>
              <w:t>2</w:t>
            </w:r>
            <w:r w:rsidR="003A2C67">
              <w:rPr>
                <w:rFonts w:ascii="Verdana" w:hAnsi="Verdana"/>
              </w:rPr>
              <w:t>4</w:t>
            </w:r>
            <w:r w:rsidRPr="0023795B">
              <w:rPr>
                <w:rFonts w:ascii="Verdana" w:hAnsi="Verdana"/>
              </w:rPr>
              <w:t>-</w:t>
            </w:r>
            <w:r w:rsidR="00D66322">
              <w:rPr>
                <w:rFonts w:ascii="Verdana" w:hAnsi="Verdana"/>
              </w:rPr>
              <w:t>0</w:t>
            </w:r>
            <w:r w:rsidR="003F705F">
              <w:rPr>
                <w:rFonts w:ascii="Verdana" w:hAnsi="Verdana"/>
              </w:rPr>
              <w:t>8</w:t>
            </w:r>
            <w:r w:rsidRPr="0023795B">
              <w:rPr>
                <w:rFonts w:ascii="Verdana" w:hAnsi="Verdana"/>
              </w:rPr>
              <w:t>-</w:t>
            </w:r>
            <w:r w:rsidR="003F705F">
              <w:rPr>
                <w:rFonts w:ascii="Verdana" w:hAnsi="Verdana"/>
              </w:rPr>
              <w:t>08</w:t>
            </w:r>
            <w:r w:rsidR="00D66322">
              <w:rPr>
                <w:rFonts w:ascii="Verdana" w:hAnsi="Verdana"/>
              </w:rPr>
              <w:t xml:space="preserve"> </w:t>
            </w:r>
            <w:r w:rsidR="00AE2E8B">
              <w:rPr>
                <w:rFonts w:ascii="Verdana" w:hAnsi="Verdana"/>
              </w:rPr>
              <w:t xml:space="preserve">Nr. </w:t>
            </w:r>
            <w:r w:rsidR="000C614E" w:rsidRPr="000C614E">
              <w:rPr>
                <w:rFonts w:ascii="Verdana" w:hAnsi="Verdana"/>
              </w:rPr>
              <w:t>2-</w:t>
            </w:r>
            <w:r w:rsidR="003F705F">
              <w:rPr>
                <w:rFonts w:ascii="Verdana" w:hAnsi="Verdana"/>
              </w:rPr>
              <w:t>66</w:t>
            </w:r>
          </w:p>
        </w:tc>
      </w:tr>
    </w:tbl>
    <w:p w14:paraId="2E3195B2" w14:textId="77777777" w:rsidR="00C10543" w:rsidRPr="0023795B" w:rsidRDefault="00C10543" w:rsidP="000E1795">
      <w:pPr>
        <w:tabs>
          <w:tab w:val="left" w:pos="5557"/>
          <w:tab w:val="left" w:pos="6840"/>
          <w:tab w:val="left" w:pos="7020"/>
        </w:tabs>
        <w:rPr>
          <w:rFonts w:ascii="Verdana" w:hAnsi="Verdana"/>
        </w:rPr>
      </w:pPr>
    </w:p>
    <w:p w14:paraId="1FC76AC6" w14:textId="77777777" w:rsidR="00474441" w:rsidRPr="0023795B" w:rsidRDefault="00474441" w:rsidP="000E1795">
      <w:pPr>
        <w:tabs>
          <w:tab w:val="left" w:pos="5557"/>
          <w:tab w:val="left" w:pos="6840"/>
          <w:tab w:val="left" w:pos="7020"/>
        </w:tabs>
        <w:rPr>
          <w:rFonts w:ascii="Verdana" w:hAnsi="Verdana"/>
        </w:rPr>
      </w:pPr>
    </w:p>
    <w:p w14:paraId="687BE0B7" w14:textId="3A2D4C5D" w:rsidR="00770B69" w:rsidRPr="00E66237" w:rsidRDefault="00CB2D9D" w:rsidP="00EF7156">
      <w:pPr>
        <w:tabs>
          <w:tab w:val="left" w:pos="5557"/>
          <w:tab w:val="left" w:pos="6840"/>
          <w:tab w:val="left" w:pos="7020"/>
        </w:tabs>
        <w:rPr>
          <w:rFonts w:ascii="Verdana" w:hAnsi="Verdana"/>
          <w:b/>
        </w:rPr>
      </w:pPr>
      <w:r w:rsidRPr="0023795B">
        <w:rPr>
          <w:rFonts w:ascii="Verdana" w:hAnsi="Verdana"/>
          <w:b/>
        </w:rPr>
        <w:fldChar w:fldCharType="begin">
          <w:ffData>
            <w:name w:val="Tekstas6"/>
            <w:enabled/>
            <w:calcOnExit w:val="0"/>
            <w:textInput>
              <w:default w:val="DĖL"/>
              <w:format w:val="Didžiosios raidės"/>
            </w:textInput>
          </w:ffData>
        </w:fldChar>
      </w:r>
      <w:bookmarkStart w:id="0" w:name="Tekstas6"/>
      <w:r w:rsidRPr="0023795B">
        <w:rPr>
          <w:rFonts w:ascii="Verdana" w:hAnsi="Verdana"/>
          <w:b/>
        </w:rPr>
        <w:instrText xml:space="preserve"> FORMTEXT </w:instrText>
      </w:r>
      <w:r w:rsidRPr="0023795B">
        <w:rPr>
          <w:rFonts w:ascii="Verdana" w:hAnsi="Verdana"/>
          <w:b/>
        </w:rPr>
      </w:r>
      <w:r w:rsidRPr="0023795B">
        <w:rPr>
          <w:rFonts w:ascii="Verdana" w:hAnsi="Verdana"/>
          <w:b/>
        </w:rPr>
        <w:fldChar w:fldCharType="separate"/>
      </w:r>
      <w:r w:rsidR="00F10E21" w:rsidRPr="0023795B">
        <w:rPr>
          <w:rFonts w:ascii="Verdana" w:hAnsi="Verdana"/>
          <w:b/>
          <w:noProof/>
        </w:rPr>
        <w:t>DĖL</w:t>
      </w:r>
      <w:r w:rsidRPr="0023795B">
        <w:rPr>
          <w:rFonts w:ascii="Verdana" w:hAnsi="Verdana"/>
          <w:b/>
        </w:rPr>
        <w:fldChar w:fldCharType="end"/>
      </w:r>
      <w:bookmarkEnd w:id="0"/>
      <w:r w:rsidR="00D66322">
        <w:rPr>
          <w:rFonts w:ascii="Verdana" w:hAnsi="Verdana"/>
          <w:b/>
        </w:rPr>
        <w:t xml:space="preserve"> SUTEIKTŲ PASLAUGŲ VERTINIMO</w:t>
      </w:r>
    </w:p>
    <w:p w14:paraId="5DDA48C9" w14:textId="0225C654" w:rsidR="0089622E" w:rsidRDefault="0089622E" w:rsidP="00EF7156">
      <w:pPr>
        <w:tabs>
          <w:tab w:val="left" w:pos="5557"/>
          <w:tab w:val="left" w:pos="6840"/>
          <w:tab w:val="left" w:pos="7020"/>
        </w:tabs>
        <w:rPr>
          <w:rFonts w:ascii="Verdana" w:hAnsi="Verdana"/>
        </w:rPr>
      </w:pPr>
    </w:p>
    <w:p w14:paraId="7E151F37" w14:textId="77777777" w:rsidR="00951341" w:rsidRDefault="00951341" w:rsidP="00EF7156">
      <w:pPr>
        <w:tabs>
          <w:tab w:val="left" w:pos="5557"/>
          <w:tab w:val="left" w:pos="6840"/>
          <w:tab w:val="left" w:pos="7020"/>
        </w:tabs>
        <w:rPr>
          <w:rFonts w:ascii="Verdana" w:hAnsi="Verdana"/>
        </w:rPr>
      </w:pPr>
    </w:p>
    <w:p w14:paraId="50C83633" w14:textId="77777777" w:rsidR="00951341" w:rsidRPr="0023795B" w:rsidRDefault="00951341" w:rsidP="00EF7156">
      <w:pPr>
        <w:tabs>
          <w:tab w:val="left" w:pos="5557"/>
          <w:tab w:val="left" w:pos="6840"/>
          <w:tab w:val="left" w:pos="7020"/>
        </w:tabs>
        <w:rPr>
          <w:rFonts w:ascii="Verdana" w:hAnsi="Verdana"/>
        </w:rPr>
      </w:pPr>
    </w:p>
    <w:p w14:paraId="61549146" w14:textId="322AC4B8" w:rsidR="00C10543" w:rsidRDefault="004E2A8E" w:rsidP="00C10543">
      <w:pPr>
        <w:ind w:firstLine="720"/>
        <w:jc w:val="both"/>
        <w:rPr>
          <w:rFonts w:ascii="Verdana" w:hAnsi="Verdana"/>
        </w:rPr>
      </w:pPr>
      <w:bookmarkStart w:id="1" w:name="_Hlk160031237"/>
      <w:r w:rsidRPr="004E2A8E">
        <w:rPr>
          <w:rFonts w:ascii="Verdana" w:hAnsi="Verdana"/>
        </w:rPr>
        <w:t xml:space="preserve">Marijampolės savivaldybėje, laikotarpyje nuo 2021 m. </w:t>
      </w:r>
      <w:r w:rsidR="003F705F">
        <w:rPr>
          <w:rFonts w:ascii="Verdana" w:hAnsi="Verdana"/>
        </w:rPr>
        <w:t>rugsėjo</w:t>
      </w:r>
      <w:r w:rsidRPr="004E2A8E">
        <w:rPr>
          <w:rFonts w:ascii="Verdana" w:hAnsi="Verdana"/>
        </w:rPr>
        <w:t xml:space="preserve"> mėn. iki 202</w:t>
      </w:r>
      <w:r w:rsidR="003F705F">
        <w:rPr>
          <w:rFonts w:ascii="Verdana" w:hAnsi="Verdana"/>
        </w:rPr>
        <w:t>4</w:t>
      </w:r>
      <w:r w:rsidRPr="004E2A8E">
        <w:rPr>
          <w:rFonts w:ascii="Verdana" w:hAnsi="Verdana"/>
        </w:rPr>
        <w:t xml:space="preserve"> m. </w:t>
      </w:r>
      <w:r w:rsidR="003F705F">
        <w:rPr>
          <w:rFonts w:ascii="Verdana" w:hAnsi="Verdana"/>
        </w:rPr>
        <w:t>gegužės</w:t>
      </w:r>
      <w:r w:rsidRPr="004E2A8E">
        <w:rPr>
          <w:rFonts w:ascii="Verdana" w:hAnsi="Verdana"/>
        </w:rPr>
        <w:t xml:space="preserve"> mėn.</w:t>
      </w:r>
      <w:r>
        <w:rPr>
          <w:rFonts w:ascii="Verdana" w:hAnsi="Verdana"/>
        </w:rPr>
        <w:t xml:space="preserve"> atliktos paslaugos vertinamos:</w:t>
      </w:r>
    </w:p>
    <w:p w14:paraId="1B788F57" w14:textId="4F95226C" w:rsidR="003C4E86" w:rsidRDefault="000C614E" w:rsidP="003F705F">
      <w:pPr>
        <w:ind w:firstLine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1. </w:t>
      </w:r>
      <w:bookmarkStart w:id="2" w:name="_Hlk160096191"/>
      <w:bookmarkStart w:id="3" w:name="_Hlk174084424"/>
      <w:r w:rsidR="003F705F">
        <w:rPr>
          <w:rFonts w:ascii="Verdana" w:hAnsi="Verdana"/>
        </w:rPr>
        <w:t>Ž</w:t>
      </w:r>
      <w:r w:rsidR="003F705F" w:rsidRPr="003F705F">
        <w:rPr>
          <w:rFonts w:ascii="Verdana" w:hAnsi="Verdana"/>
        </w:rPr>
        <w:t>eldynų ir</w:t>
      </w:r>
      <w:r w:rsidR="003F705F">
        <w:rPr>
          <w:rFonts w:ascii="Verdana" w:hAnsi="Verdana"/>
        </w:rPr>
        <w:t xml:space="preserve"> </w:t>
      </w:r>
      <w:r w:rsidR="003F705F" w:rsidRPr="003F705F">
        <w:rPr>
          <w:rFonts w:ascii="Verdana" w:hAnsi="Verdana"/>
        </w:rPr>
        <w:t xml:space="preserve">želdinių priežiūros paslaugos </w:t>
      </w:r>
      <w:r w:rsidR="004E2A8E">
        <w:rPr>
          <w:rFonts w:ascii="Verdana" w:hAnsi="Verdana"/>
        </w:rPr>
        <w:t xml:space="preserve">(Degučių, </w:t>
      </w:r>
      <w:r w:rsidR="003F705F">
        <w:rPr>
          <w:rFonts w:ascii="Verdana" w:hAnsi="Verdana"/>
        </w:rPr>
        <w:t>Šunskų</w:t>
      </w:r>
      <w:r w:rsidR="00F7768C">
        <w:rPr>
          <w:rFonts w:ascii="Verdana" w:hAnsi="Verdana"/>
        </w:rPr>
        <w:t xml:space="preserve"> ir </w:t>
      </w:r>
      <w:r w:rsidR="004E2A8E">
        <w:rPr>
          <w:rFonts w:ascii="Verdana" w:hAnsi="Verdana"/>
        </w:rPr>
        <w:t>Sasnavos),</w:t>
      </w:r>
      <w:r w:rsidR="00844F7B">
        <w:rPr>
          <w:rFonts w:ascii="Verdana" w:hAnsi="Verdana"/>
        </w:rPr>
        <w:t xml:space="preserve"> </w:t>
      </w:r>
      <w:r w:rsidR="004E2A8E">
        <w:rPr>
          <w:rFonts w:ascii="Verdana" w:hAnsi="Verdana"/>
        </w:rPr>
        <w:t>2021-0</w:t>
      </w:r>
      <w:r w:rsidR="003F705F">
        <w:rPr>
          <w:rFonts w:ascii="Verdana" w:hAnsi="Verdana"/>
        </w:rPr>
        <w:t>5</w:t>
      </w:r>
      <w:r w:rsidR="004E2A8E">
        <w:rPr>
          <w:rFonts w:ascii="Verdana" w:hAnsi="Verdana"/>
        </w:rPr>
        <w:t>-</w:t>
      </w:r>
      <w:r w:rsidR="003F705F">
        <w:rPr>
          <w:rFonts w:ascii="Verdana" w:hAnsi="Verdana"/>
        </w:rPr>
        <w:t>17</w:t>
      </w:r>
      <w:r w:rsidR="004E2A8E">
        <w:rPr>
          <w:rFonts w:ascii="Verdana" w:hAnsi="Verdana"/>
        </w:rPr>
        <w:t xml:space="preserve"> sutartis Nr. As-</w:t>
      </w:r>
      <w:bookmarkEnd w:id="1"/>
      <w:bookmarkEnd w:id="2"/>
      <w:r w:rsidR="003F705F">
        <w:rPr>
          <w:rFonts w:ascii="Verdana" w:hAnsi="Verdana"/>
        </w:rPr>
        <w:t>171</w:t>
      </w:r>
      <w:bookmarkEnd w:id="3"/>
      <w:r w:rsidR="00D66322">
        <w:rPr>
          <w:rFonts w:ascii="Verdana" w:hAnsi="Verdana"/>
        </w:rPr>
        <w:t xml:space="preserve">, kurių paslaugų vertė </w:t>
      </w:r>
      <w:r w:rsidR="003F705F" w:rsidRPr="003F705F">
        <w:rPr>
          <w:rFonts w:ascii="Verdana" w:hAnsi="Verdana"/>
        </w:rPr>
        <w:t>96418,62 Eur be PVM</w:t>
      </w:r>
      <w:r w:rsidR="003F705F">
        <w:rPr>
          <w:rFonts w:ascii="Verdana" w:hAnsi="Verdana"/>
        </w:rPr>
        <w:t xml:space="preserve"> </w:t>
      </w:r>
      <w:r w:rsidR="00D66322">
        <w:rPr>
          <w:rFonts w:ascii="Verdana" w:hAnsi="Verdana"/>
        </w:rPr>
        <w:t>atliktos tiekėjo savo jėgomis kokybiškai, laiku ir tinkamai</w:t>
      </w:r>
      <w:r w:rsidR="00E65279">
        <w:rPr>
          <w:rFonts w:ascii="Verdana" w:hAnsi="Verdana"/>
        </w:rPr>
        <w:t>,</w:t>
      </w:r>
      <w:r w:rsidR="003C4E86">
        <w:rPr>
          <w:rFonts w:ascii="Verdana" w:hAnsi="Verdana"/>
        </w:rPr>
        <w:t xml:space="preserve"> </w:t>
      </w:r>
      <w:bookmarkStart w:id="4" w:name="_Hlk162336004"/>
      <w:r w:rsidR="00E65279" w:rsidRPr="00E65279">
        <w:rPr>
          <w:rFonts w:ascii="Verdana" w:hAnsi="Verdana"/>
        </w:rPr>
        <w:t>pagal pirkimo</w:t>
      </w:r>
      <w:r w:rsidR="00E65279">
        <w:rPr>
          <w:rFonts w:ascii="Verdana" w:hAnsi="Verdana"/>
        </w:rPr>
        <w:t xml:space="preserve"> </w:t>
      </w:r>
      <w:r w:rsidR="00E65279" w:rsidRPr="00E65279">
        <w:rPr>
          <w:rFonts w:ascii="Verdana" w:hAnsi="Verdana"/>
        </w:rPr>
        <w:t>sutarties vykdymą reglamentuojančių teisės aktų bei pirkimo sutarties reikalavimus.</w:t>
      </w:r>
      <w:bookmarkEnd w:id="4"/>
    </w:p>
    <w:p w14:paraId="60C65A4A" w14:textId="24DBB7C5" w:rsidR="003C4E86" w:rsidRDefault="000C614E" w:rsidP="003C4E86">
      <w:pPr>
        <w:ind w:firstLine="720"/>
        <w:jc w:val="both"/>
        <w:rPr>
          <w:rFonts w:ascii="Verdana" w:hAnsi="Verdana"/>
        </w:rPr>
      </w:pPr>
      <w:bookmarkStart w:id="5" w:name="_Hlk160096462"/>
      <w:bookmarkStart w:id="6" w:name="_Hlk160031562"/>
      <w:r>
        <w:rPr>
          <w:rFonts w:ascii="Verdana" w:hAnsi="Verdana"/>
        </w:rPr>
        <w:t xml:space="preserve">2. </w:t>
      </w:r>
      <w:r w:rsidR="003F705F" w:rsidRPr="003F705F">
        <w:rPr>
          <w:rFonts w:ascii="Verdana" w:hAnsi="Verdana"/>
        </w:rPr>
        <w:t>Želdynų ir želdinių priežiūros paslaugos (</w:t>
      </w:r>
      <w:r w:rsidR="00F7768C" w:rsidRPr="00F7768C">
        <w:rPr>
          <w:rFonts w:ascii="Verdana" w:hAnsi="Verdana"/>
        </w:rPr>
        <w:t>Narto, Igliaukos ir Gudelių</w:t>
      </w:r>
      <w:r w:rsidR="003F705F" w:rsidRPr="003F705F">
        <w:rPr>
          <w:rFonts w:ascii="Verdana" w:hAnsi="Verdana"/>
        </w:rPr>
        <w:t>),  2021-05-17 sutartis Nr. As-17</w:t>
      </w:r>
      <w:r w:rsidR="003F705F">
        <w:rPr>
          <w:rFonts w:ascii="Verdana" w:hAnsi="Verdana"/>
        </w:rPr>
        <w:t>2</w:t>
      </w:r>
      <w:r w:rsidR="003C4E86" w:rsidRPr="003C4E86">
        <w:rPr>
          <w:rFonts w:ascii="Verdana" w:hAnsi="Verdana"/>
        </w:rPr>
        <w:t>,</w:t>
      </w:r>
      <w:bookmarkEnd w:id="5"/>
      <w:r w:rsidR="003C4E86" w:rsidRPr="003C4E86">
        <w:rPr>
          <w:rFonts w:ascii="Verdana" w:hAnsi="Verdana"/>
        </w:rPr>
        <w:t xml:space="preserve"> kurių paslaugų vertė </w:t>
      </w:r>
      <w:r w:rsidR="003F705F" w:rsidRPr="003F705F">
        <w:rPr>
          <w:rFonts w:ascii="Verdana" w:hAnsi="Verdana"/>
        </w:rPr>
        <w:t>96418,61 Eur be PVM</w:t>
      </w:r>
      <w:r w:rsidR="003F705F">
        <w:rPr>
          <w:rFonts w:ascii="Verdana" w:hAnsi="Verdana"/>
        </w:rPr>
        <w:t xml:space="preserve"> </w:t>
      </w:r>
      <w:r w:rsidR="003C4E86" w:rsidRPr="003C4E86">
        <w:rPr>
          <w:rFonts w:ascii="Verdana" w:hAnsi="Verdana"/>
        </w:rPr>
        <w:t>atliktos tiekėjo savo jėgomis kokybiškai, laiku ir tinkamai</w:t>
      </w:r>
      <w:r w:rsidR="00E65279">
        <w:rPr>
          <w:rFonts w:ascii="Verdana" w:hAnsi="Verdana"/>
        </w:rPr>
        <w:t xml:space="preserve">, </w:t>
      </w:r>
      <w:r w:rsidR="00E65279" w:rsidRPr="00E65279">
        <w:rPr>
          <w:rFonts w:ascii="Verdana" w:hAnsi="Verdana"/>
        </w:rPr>
        <w:t>pagal pirkimo sutarties vykdymą reglamentuojančių teisės aktų bei pirkimo sutarties reikalavimus.</w:t>
      </w:r>
    </w:p>
    <w:bookmarkEnd w:id="6"/>
    <w:p w14:paraId="22277B71" w14:textId="7D1F0C16" w:rsidR="003C4E86" w:rsidRDefault="000C614E" w:rsidP="003C4E86">
      <w:pPr>
        <w:ind w:firstLine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3. </w:t>
      </w:r>
      <w:r w:rsidR="003F705F" w:rsidRPr="003F705F">
        <w:rPr>
          <w:rFonts w:ascii="Verdana" w:hAnsi="Verdana"/>
        </w:rPr>
        <w:t>Želdynų ir želdinių priežiūros paslaugos (</w:t>
      </w:r>
      <w:r w:rsidR="00F7768C" w:rsidRPr="00F7768C">
        <w:rPr>
          <w:rFonts w:ascii="Verdana" w:hAnsi="Verdana"/>
        </w:rPr>
        <w:t>Mokolų, Marijampolės ir Liudvinavo</w:t>
      </w:r>
      <w:r w:rsidR="003F705F" w:rsidRPr="003F705F">
        <w:rPr>
          <w:rFonts w:ascii="Verdana" w:hAnsi="Verdana"/>
        </w:rPr>
        <w:t>),  2021-05-17 sutartis Nr. As-17</w:t>
      </w:r>
      <w:r w:rsidR="003F705F">
        <w:rPr>
          <w:rFonts w:ascii="Verdana" w:hAnsi="Verdana"/>
        </w:rPr>
        <w:t>3</w:t>
      </w:r>
      <w:r w:rsidR="003C4E86" w:rsidRPr="003C4E86">
        <w:rPr>
          <w:rFonts w:ascii="Verdana" w:hAnsi="Verdana"/>
        </w:rPr>
        <w:t xml:space="preserve">, kurių paslaugų vertė </w:t>
      </w:r>
      <w:r w:rsidR="003F705F" w:rsidRPr="003F705F">
        <w:rPr>
          <w:rFonts w:ascii="Verdana" w:hAnsi="Verdana"/>
        </w:rPr>
        <w:t>93112,94 Eur be PVM</w:t>
      </w:r>
      <w:r w:rsidR="003C4E86" w:rsidRPr="003C4E86">
        <w:rPr>
          <w:rFonts w:ascii="Verdana" w:hAnsi="Verdana"/>
        </w:rPr>
        <w:t xml:space="preserve"> atliktos tiekėjo savo jėgomis kokybiškai, laiku ir tinkamai</w:t>
      </w:r>
      <w:r w:rsidR="00E65279">
        <w:rPr>
          <w:rFonts w:ascii="Verdana" w:hAnsi="Verdana"/>
        </w:rPr>
        <w:t xml:space="preserve">, </w:t>
      </w:r>
      <w:r w:rsidR="00E65279" w:rsidRPr="00E65279">
        <w:rPr>
          <w:rFonts w:ascii="Verdana" w:hAnsi="Verdana"/>
        </w:rPr>
        <w:t>pagal pirkimo sutarties vykdymą reglamentuojančių teisės aktų bei pirkimo sutarties reikalavimus.</w:t>
      </w:r>
    </w:p>
    <w:p w14:paraId="157D1AD0" w14:textId="251CCBC1" w:rsidR="00C2658D" w:rsidRDefault="00C2658D" w:rsidP="00C2658D">
      <w:pPr>
        <w:rPr>
          <w:rFonts w:ascii="Verdana" w:hAnsi="Verdana"/>
        </w:rPr>
      </w:pPr>
    </w:p>
    <w:p w14:paraId="65B13B5C" w14:textId="77777777" w:rsidR="000C614E" w:rsidRDefault="000C614E" w:rsidP="00C2658D">
      <w:pPr>
        <w:rPr>
          <w:rFonts w:ascii="Verdana" w:hAnsi="Verdana"/>
        </w:rPr>
      </w:pPr>
    </w:p>
    <w:p w14:paraId="56D960C9" w14:textId="77777777" w:rsidR="00B0405E" w:rsidRDefault="00B0405E" w:rsidP="00C2658D">
      <w:pPr>
        <w:rPr>
          <w:rFonts w:ascii="Verdana" w:hAnsi="Verdana"/>
        </w:rPr>
      </w:pPr>
    </w:p>
    <w:p w14:paraId="2631EC97" w14:textId="77777777" w:rsidR="00B0405E" w:rsidRDefault="00B0405E" w:rsidP="00C2658D">
      <w:pPr>
        <w:rPr>
          <w:rFonts w:ascii="Verdana" w:hAnsi="Verdana"/>
        </w:rPr>
      </w:pPr>
    </w:p>
    <w:p w14:paraId="22879689" w14:textId="77777777" w:rsidR="00B0405E" w:rsidRDefault="00B0405E" w:rsidP="00C2658D">
      <w:pPr>
        <w:rPr>
          <w:rFonts w:ascii="Verdana" w:hAnsi="Verdana"/>
        </w:rPr>
      </w:pPr>
    </w:p>
    <w:p w14:paraId="04E5D985" w14:textId="77777777" w:rsidR="00E66237" w:rsidRPr="0023795B" w:rsidRDefault="00E66237" w:rsidP="00C2658D">
      <w:pPr>
        <w:rPr>
          <w:rFonts w:ascii="Verdana" w:hAnsi="Verdana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7"/>
        <w:gridCol w:w="142"/>
        <w:gridCol w:w="3260"/>
      </w:tblGrid>
      <w:tr w:rsidR="00C2658D" w:rsidRPr="0023795B" w14:paraId="1E5C183F" w14:textId="77777777" w:rsidTr="00676602">
        <w:tc>
          <w:tcPr>
            <w:tcW w:w="6237" w:type="dxa"/>
            <w:shd w:val="clear" w:color="auto" w:fill="auto"/>
          </w:tcPr>
          <w:p w14:paraId="7B7A6B7C" w14:textId="77777777" w:rsidR="00C2658D" w:rsidRPr="0023795B" w:rsidRDefault="00C2658D" w:rsidP="00C2658D">
            <w:pPr>
              <w:rPr>
                <w:rFonts w:ascii="Verdana" w:hAnsi="Verdana"/>
              </w:rPr>
            </w:pPr>
            <w:r w:rsidRPr="0023795B">
              <w:rPr>
                <w:rFonts w:ascii="Verdana" w:hAnsi="Verdana"/>
              </w:rPr>
              <w:t>Administracijos direktorius</w:t>
            </w:r>
          </w:p>
        </w:tc>
        <w:tc>
          <w:tcPr>
            <w:tcW w:w="142" w:type="dxa"/>
            <w:shd w:val="clear" w:color="auto" w:fill="auto"/>
          </w:tcPr>
          <w:p w14:paraId="227A70A8" w14:textId="77777777" w:rsidR="00C2658D" w:rsidRPr="0023795B" w:rsidRDefault="00C2658D" w:rsidP="00C2658D">
            <w:pPr>
              <w:rPr>
                <w:rFonts w:ascii="Verdana" w:hAnsi="Verdana"/>
              </w:rPr>
            </w:pPr>
          </w:p>
        </w:tc>
        <w:tc>
          <w:tcPr>
            <w:tcW w:w="3260" w:type="dxa"/>
            <w:shd w:val="clear" w:color="auto" w:fill="auto"/>
          </w:tcPr>
          <w:p w14:paraId="4E409334" w14:textId="77777777" w:rsidR="00C2658D" w:rsidRPr="0023795B" w:rsidRDefault="00F008BB" w:rsidP="00F008BB">
            <w:pPr>
              <w:jc w:val="right"/>
              <w:rPr>
                <w:rFonts w:ascii="Verdana" w:hAnsi="Verdana"/>
              </w:rPr>
            </w:pPr>
            <w:r w:rsidRPr="0023795B">
              <w:rPr>
                <w:rFonts w:ascii="Verdana" w:hAnsi="Verdana"/>
              </w:rPr>
              <w:t>Karolis Podolskis</w:t>
            </w:r>
          </w:p>
        </w:tc>
      </w:tr>
    </w:tbl>
    <w:p w14:paraId="21FE9E11" w14:textId="77777777" w:rsidR="00BD04F4" w:rsidRDefault="00BD04F4" w:rsidP="00C2658D">
      <w:pPr>
        <w:rPr>
          <w:rFonts w:ascii="Verdana" w:hAnsi="Verdana"/>
        </w:rPr>
      </w:pPr>
    </w:p>
    <w:p w14:paraId="207C84C5" w14:textId="77777777" w:rsidR="00C10543" w:rsidRDefault="00C10543" w:rsidP="00C2658D">
      <w:pPr>
        <w:rPr>
          <w:rFonts w:ascii="Verdana" w:hAnsi="Verdana"/>
        </w:rPr>
      </w:pPr>
    </w:p>
    <w:p w14:paraId="575DFCD6" w14:textId="77777777" w:rsidR="00BD04F4" w:rsidRDefault="00BD04F4" w:rsidP="00C2658D">
      <w:pPr>
        <w:rPr>
          <w:rFonts w:ascii="Verdana" w:hAnsi="Verdana"/>
        </w:rPr>
      </w:pPr>
    </w:p>
    <w:p w14:paraId="3A13ADD3" w14:textId="77777777" w:rsidR="00B0405E" w:rsidRDefault="00B0405E" w:rsidP="00C2658D">
      <w:pPr>
        <w:rPr>
          <w:rFonts w:ascii="Verdana" w:hAnsi="Verdana"/>
        </w:rPr>
      </w:pPr>
    </w:p>
    <w:p w14:paraId="47A4DC0C" w14:textId="77777777" w:rsidR="00B0405E" w:rsidRDefault="00B0405E" w:rsidP="00C2658D">
      <w:pPr>
        <w:rPr>
          <w:rFonts w:ascii="Verdana" w:hAnsi="Verdana"/>
        </w:rPr>
      </w:pPr>
    </w:p>
    <w:p w14:paraId="7831C197" w14:textId="77777777" w:rsidR="00B0405E" w:rsidRPr="0023795B" w:rsidRDefault="00B0405E" w:rsidP="00C2658D">
      <w:pPr>
        <w:rPr>
          <w:rFonts w:ascii="Verdana" w:hAnsi="Verdana"/>
        </w:rPr>
      </w:pPr>
    </w:p>
    <w:p w14:paraId="2988AEA0" w14:textId="141025FA" w:rsidR="00C2658D" w:rsidRPr="0023795B" w:rsidRDefault="00B0405E" w:rsidP="00B0405E">
      <w:pPr>
        <w:rPr>
          <w:rFonts w:ascii="Verdana" w:hAnsi="Verdana"/>
        </w:rPr>
      </w:pPr>
      <w:r w:rsidRPr="00B0405E">
        <w:rPr>
          <w:rFonts w:ascii="Verdana" w:hAnsi="Verdana"/>
        </w:rPr>
        <w:t>Laurita Juodzevičienė, +370 343 90 042; +370 667 21 983; laurita.juodzeviciene@marijampole.lt</w:t>
      </w:r>
    </w:p>
    <w:sectPr w:rsidR="00C2658D" w:rsidRPr="0023795B" w:rsidSect="0069761D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567" w:bottom="1134" w:left="1701" w:header="567" w:footer="284" w:gutter="0"/>
      <w:pgNumType w:start="1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44E41" w14:textId="77777777" w:rsidR="00DD709B" w:rsidRDefault="00DD709B">
      <w:r>
        <w:separator/>
      </w:r>
    </w:p>
  </w:endnote>
  <w:endnote w:type="continuationSeparator" w:id="0">
    <w:p w14:paraId="76CEB26D" w14:textId="77777777" w:rsidR="00DD709B" w:rsidRDefault="00DD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77303" w14:textId="77777777" w:rsidR="00292D3A" w:rsidRPr="00BD04F4" w:rsidRDefault="00292D3A" w:rsidP="00C709B3">
    <w:pPr>
      <w:pStyle w:val="Porat"/>
      <w:tabs>
        <w:tab w:val="clear" w:pos="4819"/>
        <w:tab w:val="clear" w:pos="9638"/>
      </w:tabs>
      <w:jc w:val="right"/>
      <w:rPr>
        <w:rFonts w:ascii="Verdana" w:hAnsi="Verdana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ayout w:type="fixed"/>
      <w:tblLook w:val="01E0" w:firstRow="1" w:lastRow="1" w:firstColumn="1" w:lastColumn="1" w:noHBand="0" w:noVBand="0"/>
    </w:tblPr>
    <w:tblGrid>
      <w:gridCol w:w="2268"/>
      <w:gridCol w:w="3799"/>
      <w:gridCol w:w="3685"/>
    </w:tblGrid>
    <w:tr w:rsidR="00C829E4" w:rsidRPr="001C2F6B" w14:paraId="60AC7AEF" w14:textId="77777777" w:rsidTr="001C2F6B">
      <w:tc>
        <w:tcPr>
          <w:tcW w:w="2268" w:type="dxa"/>
        </w:tcPr>
        <w:p w14:paraId="539F7826" w14:textId="77777777" w:rsidR="00C829E4" w:rsidRPr="001C2F6B" w:rsidRDefault="00C829E4" w:rsidP="009C0FA8">
          <w:pPr>
            <w:pStyle w:val="Porat"/>
            <w:rPr>
              <w:szCs w:val="20"/>
            </w:rPr>
          </w:pPr>
        </w:p>
      </w:tc>
      <w:tc>
        <w:tcPr>
          <w:tcW w:w="3799" w:type="dxa"/>
        </w:tcPr>
        <w:p w14:paraId="27D1393A" w14:textId="3FD0B1E9" w:rsidR="00C829E4" w:rsidRPr="001C2F6B" w:rsidRDefault="00493E64" w:rsidP="001C2F6B">
          <w:pPr>
            <w:pStyle w:val="Porat"/>
            <w:jc w:val="center"/>
            <w:rPr>
              <w:szCs w:val="20"/>
            </w:rPr>
          </w:pPr>
          <w:r w:rsidRPr="001C2F6B">
            <w:rPr>
              <w:noProof/>
              <w:szCs w:val="20"/>
            </w:rPr>
            <w:drawing>
              <wp:inline distT="0" distB="0" distL="0" distR="0" wp14:anchorId="2B221D4F" wp14:editId="4A9E8E94">
                <wp:extent cx="1800225" cy="666750"/>
                <wp:effectExtent l="0" t="0" r="0" b="0"/>
                <wp:docPr id="2" name="Paveikslėli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5" w:type="dxa"/>
        </w:tcPr>
        <w:p w14:paraId="208D1D5F" w14:textId="77777777" w:rsidR="00C829E4" w:rsidRPr="001C2F6B" w:rsidRDefault="00C829E4" w:rsidP="001C2F6B">
          <w:pPr>
            <w:pStyle w:val="Porat"/>
            <w:jc w:val="right"/>
            <w:rPr>
              <w:szCs w:val="20"/>
            </w:rPr>
          </w:pPr>
        </w:p>
      </w:tc>
    </w:tr>
  </w:tbl>
  <w:p w14:paraId="53F51038" w14:textId="77777777" w:rsidR="00292D3A" w:rsidRPr="00C829E4" w:rsidRDefault="00292D3A" w:rsidP="00C829E4">
    <w:pPr>
      <w:pStyle w:val="Pora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ADD5E" w14:textId="77777777" w:rsidR="00DD709B" w:rsidRDefault="00DD709B">
      <w:r>
        <w:separator/>
      </w:r>
    </w:p>
  </w:footnote>
  <w:footnote w:type="continuationSeparator" w:id="0">
    <w:p w14:paraId="311D33A8" w14:textId="77777777" w:rsidR="00DD709B" w:rsidRDefault="00DD7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E483C" w14:textId="77777777" w:rsidR="00292D3A" w:rsidRPr="00BD04F4" w:rsidRDefault="00292D3A" w:rsidP="00024D31">
    <w:pPr>
      <w:pStyle w:val="Antrats"/>
      <w:jc w:val="center"/>
      <w:rPr>
        <w:rFonts w:ascii="Verdana" w:hAnsi="Verdana"/>
        <w:sz w:val="20"/>
        <w:szCs w:val="20"/>
      </w:rPr>
    </w:pPr>
    <w:r w:rsidRPr="00BD04F4">
      <w:rPr>
        <w:rStyle w:val="Puslapionumeris"/>
        <w:rFonts w:ascii="Verdana" w:hAnsi="Verdana"/>
        <w:sz w:val="20"/>
        <w:szCs w:val="20"/>
      </w:rPr>
      <w:fldChar w:fldCharType="begin"/>
    </w:r>
    <w:r w:rsidRPr="00BD04F4">
      <w:rPr>
        <w:rStyle w:val="Puslapionumeris"/>
        <w:rFonts w:ascii="Verdana" w:hAnsi="Verdana"/>
        <w:sz w:val="20"/>
        <w:szCs w:val="20"/>
      </w:rPr>
      <w:instrText xml:space="preserve"> PAGE </w:instrText>
    </w:r>
    <w:r w:rsidRPr="00BD04F4">
      <w:rPr>
        <w:rStyle w:val="Puslapionumeris"/>
        <w:rFonts w:ascii="Verdana" w:hAnsi="Verdana"/>
        <w:sz w:val="20"/>
        <w:szCs w:val="20"/>
      </w:rPr>
      <w:fldChar w:fldCharType="separate"/>
    </w:r>
    <w:r w:rsidR="00BD7678" w:rsidRPr="00BD04F4">
      <w:rPr>
        <w:rStyle w:val="Puslapionumeris"/>
        <w:rFonts w:ascii="Verdana" w:hAnsi="Verdana"/>
        <w:noProof/>
        <w:sz w:val="20"/>
        <w:szCs w:val="20"/>
      </w:rPr>
      <w:t>2</w:t>
    </w:r>
    <w:r w:rsidRPr="00BD04F4">
      <w:rPr>
        <w:rStyle w:val="Puslapionumeris"/>
        <w:rFonts w:ascii="Verdana" w:hAnsi="Verdana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3991A" w14:textId="77777777" w:rsidR="00292D3A" w:rsidRPr="0023795B" w:rsidRDefault="00292D3A" w:rsidP="00024D31">
    <w:pPr>
      <w:pStyle w:val="Antrats"/>
      <w:jc w:val="center"/>
      <w:rPr>
        <w:rFonts w:ascii="Verdana" w:hAnsi="Verdan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762F4A"/>
    <w:multiLevelType w:val="hybridMultilevel"/>
    <w:tmpl w:val="9D3A63D2"/>
    <w:lvl w:ilvl="0" w:tplc="DA2C57AE">
      <w:start w:val="1"/>
      <w:numFmt w:val="decimal"/>
      <w:pStyle w:val="OAnum"/>
      <w:lvlText w:val="%1."/>
      <w:lvlJc w:val="center"/>
      <w:pPr>
        <w:tabs>
          <w:tab w:val="num" w:pos="1967"/>
        </w:tabs>
        <w:ind w:left="1134" w:firstLine="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5225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322"/>
    <w:rsid w:val="00001412"/>
    <w:rsid w:val="00005D93"/>
    <w:rsid w:val="00024D31"/>
    <w:rsid w:val="0002515D"/>
    <w:rsid w:val="0007488C"/>
    <w:rsid w:val="000801B8"/>
    <w:rsid w:val="0009673D"/>
    <w:rsid w:val="000A1E95"/>
    <w:rsid w:val="000B1DF1"/>
    <w:rsid w:val="000B4D7A"/>
    <w:rsid w:val="000C614E"/>
    <w:rsid w:val="000E1795"/>
    <w:rsid w:val="00111622"/>
    <w:rsid w:val="001148A7"/>
    <w:rsid w:val="0014602D"/>
    <w:rsid w:val="00177BF7"/>
    <w:rsid w:val="001942DC"/>
    <w:rsid w:val="00195FDB"/>
    <w:rsid w:val="001C2F6B"/>
    <w:rsid w:val="00221375"/>
    <w:rsid w:val="00222DFF"/>
    <w:rsid w:val="0023795B"/>
    <w:rsid w:val="00244BCB"/>
    <w:rsid w:val="0029149E"/>
    <w:rsid w:val="00292C12"/>
    <w:rsid w:val="00292D3A"/>
    <w:rsid w:val="002B29BB"/>
    <w:rsid w:val="002C7D6B"/>
    <w:rsid w:val="002E3519"/>
    <w:rsid w:val="00305F10"/>
    <w:rsid w:val="00351EB0"/>
    <w:rsid w:val="00397513"/>
    <w:rsid w:val="003A2C67"/>
    <w:rsid w:val="003A79CE"/>
    <w:rsid w:val="003C03BB"/>
    <w:rsid w:val="003C3521"/>
    <w:rsid w:val="003C4E86"/>
    <w:rsid w:val="003D567C"/>
    <w:rsid w:val="003D615E"/>
    <w:rsid w:val="003F1C96"/>
    <w:rsid w:val="003F705F"/>
    <w:rsid w:val="004172BA"/>
    <w:rsid w:val="004230D0"/>
    <w:rsid w:val="00427B77"/>
    <w:rsid w:val="004508BE"/>
    <w:rsid w:val="00454CF4"/>
    <w:rsid w:val="00474441"/>
    <w:rsid w:val="00493E64"/>
    <w:rsid w:val="004B5895"/>
    <w:rsid w:val="004E2A8E"/>
    <w:rsid w:val="004E435B"/>
    <w:rsid w:val="005178EA"/>
    <w:rsid w:val="0054397B"/>
    <w:rsid w:val="005461F9"/>
    <w:rsid w:val="00574842"/>
    <w:rsid w:val="005B2A55"/>
    <w:rsid w:val="005C5783"/>
    <w:rsid w:val="005F3650"/>
    <w:rsid w:val="00611725"/>
    <w:rsid w:val="00614650"/>
    <w:rsid w:val="00636074"/>
    <w:rsid w:val="006457EC"/>
    <w:rsid w:val="0066024C"/>
    <w:rsid w:val="00664EFA"/>
    <w:rsid w:val="00667BB1"/>
    <w:rsid w:val="00676602"/>
    <w:rsid w:val="0069761D"/>
    <w:rsid w:val="006B2D72"/>
    <w:rsid w:val="007070BF"/>
    <w:rsid w:val="007107CD"/>
    <w:rsid w:val="00721BD5"/>
    <w:rsid w:val="007241C4"/>
    <w:rsid w:val="00724856"/>
    <w:rsid w:val="00753201"/>
    <w:rsid w:val="00754F34"/>
    <w:rsid w:val="007643A3"/>
    <w:rsid w:val="00770B69"/>
    <w:rsid w:val="00780B25"/>
    <w:rsid w:val="0079237E"/>
    <w:rsid w:val="007B7BFB"/>
    <w:rsid w:val="007C3C4F"/>
    <w:rsid w:val="007D2F31"/>
    <w:rsid w:val="007D6C91"/>
    <w:rsid w:val="007E1F05"/>
    <w:rsid w:val="00810CF3"/>
    <w:rsid w:val="0082351A"/>
    <w:rsid w:val="00834417"/>
    <w:rsid w:val="00836CEA"/>
    <w:rsid w:val="00844F7B"/>
    <w:rsid w:val="0089622E"/>
    <w:rsid w:val="008D1EAF"/>
    <w:rsid w:val="008E1AD3"/>
    <w:rsid w:val="00931666"/>
    <w:rsid w:val="00937FB7"/>
    <w:rsid w:val="00951341"/>
    <w:rsid w:val="009514F7"/>
    <w:rsid w:val="009575E7"/>
    <w:rsid w:val="0099064D"/>
    <w:rsid w:val="009B1A94"/>
    <w:rsid w:val="009C0FA8"/>
    <w:rsid w:val="009C5801"/>
    <w:rsid w:val="009D5F3F"/>
    <w:rsid w:val="009E7965"/>
    <w:rsid w:val="00A3185F"/>
    <w:rsid w:val="00A4672E"/>
    <w:rsid w:val="00A96494"/>
    <w:rsid w:val="00AA1FB6"/>
    <w:rsid w:val="00AB3609"/>
    <w:rsid w:val="00AC3F4C"/>
    <w:rsid w:val="00AC5DC4"/>
    <w:rsid w:val="00AD481A"/>
    <w:rsid w:val="00AE2E8B"/>
    <w:rsid w:val="00B0020C"/>
    <w:rsid w:val="00B0405E"/>
    <w:rsid w:val="00B0674A"/>
    <w:rsid w:val="00B147F5"/>
    <w:rsid w:val="00B149D1"/>
    <w:rsid w:val="00B30ED9"/>
    <w:rsid w:val="00B426D2"/>
    <w:rsid w:val="00B6060A"/>
    <w:rsid w:val="00B84A4D"/>
    <w:rsid w:val="00B953DE"/>
    <w:rsid w:val="00BA21FE"/>
    <w:rsid w:val="00BB3389"/>
    <w:rsid w:val="00BB37EF"/>
    <w:rsid w:val="00BC5332"/>
    <w:rsid w:val="00BD0090"/>
    <w:rsid w:val="00BD04F4"/>
    <w:rsid w:val="00BD073C"/>
    <w:rsid w:val="00BD7678"/>
    <w:rsid w:val="00BF5280"/>
    <w:rsid w:val="00C10543"/>
    <w:rsid w:val="00C2658D"/>
    <w:rsid w:val="00C667FC"/>
    <w:rsid w:val="00C709B3"/>
    <w:rsid w:val="00C77513"/>
    <w:rsid w:val="00C829E4"/>
    <w:rsid w:val="00CA19BA"/>
    <w:rsid w:val="00CB2D9D"/>
    <w:rsid w:val="00CC5865"/>
    <w:rsid w:val="00CD7A7A"/>
    <w:rsid w:val="00CE24D8"/>
    <w:rsid w:val="00CE2793"/>
    <w:rsid w:val="00D3259F"/>
    <w:rsid w:val="00D4625D"/>
    <w:rsid w:val="00D66322"/>
    <w:rsid w:val="00D71CF7"/>
    <w:rsid w:val="00DA0E4E"/>
    <w:rsid w:val="00DA5457"/>
    <w:rsid w:val="00DD709B"/>
    <w:rsid w:val="00DF4643"/>
    <w:rsid w:val="00E04AD7"/>
    <w:rsid w:val="00E2300F"/>
    <w:rsid w:val="00E410C9"/>
    <w:rsid w:val="00E45206"/>
    <w:rsid w:val="00E47317"/>
    <w:rsid w:val="00E60AFB"/>
    <w:rsid w:val="00E65279"/>
    <w:rsid w:val="00E66237"/>
    <w:rsid w:val="00E70052"/>
    <w:rsid w:val="00E936A9"/>
    <w:rsid w:val="00EA6C03"/>
    <w:rsid w:val="00ED331E"/>
    <w:rsid w:val="00ED52EF"/>
    <w:rsid w:val="00EE0844"/>
    <w:rsid w:val="00EF7156"/>
    <w:rsid w:val="00F008BB"/>
    <w:rsid w:val="00F030AC"/>
    <w:rsid w:val="00F10E21"/>
    <w:rsid w:val="00F3197D"/>
    <w:rsid w:val="00F45B7F"/>
    <w:rsid w:val="00F7768C"/>
    <w:rsid w:val="00FA447C"/>
    <w:rsid w:val="00FA4888"/>
    <w:rsid w:val="00FC516F"/>
    <w:rsid w:val="00FE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404E89"/>
  <w15:chartTrackingRefBased/>
  <w15:docId w15:val="{DD7B9DA0-DAB0-4EE4-8A9B-44B6C1C45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3C03BB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rsid w:val="003C03BB"/>
    <w:pPr>
      <w:tabs>
        <w:tab w:val="center" w:pos="4819"/>
        <w:tab w:val="right" w:pos="9638"/>
      </w:tabs>
    </w:pPr>
  </w:style>
  <w:style w:type="paragraph" w:customStyle="1" w:styleId="OAnum">
    <w:name w:val="OA_num"/>
    <w:basedOn w:val="prastasis"/>
    <w:rsid w:val="00CC5865"/>
    <w:pPr>
      <w:numPr>
        <w:numId w:val="1"/>
      </w:numPr>
      <w:jc w:val="both"/>
    </w:pPr>
    <w:rPr>
      <w:rFonts w:ascii="Arial" w:hAnsi="Arial" w:cs="Arial"/>
      <w:sz w:val="22"/>
      <w:szCs w:val="22"/>
      <w:lang w:eastAsia="en-US"/>
    </w:rPr>
  </w:style>
  <w:style w:type="character" w:styleId="Puslapionumeris">
    <w:name w:val="page number"/>
    <w:basedOn w:val="Numatytasispastraiposriftas"/>
    <w:rsid w:val="00024D31"/>
  </w:style>
  <w:style w:type="table" w:styleId="Lentelstinklelis">
    <w:name w:val="Table Grid"/>
    <w:basedOn w:val="prastojilentel"/>
    <w:rsid w:val="00C26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0C6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SavInfo\Sablonai\Admin_siunciam_1f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Admin_siunciam_1f</Template>
  <TotalTime>10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mas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Laurita Juodzevičienė</dc:creator>
  <cp:keywords/>
  <dc:description/>
  <cp:lastModifiedBy>Laurita Juodzevičienė</cp:lastModifiedBy>
  <cp:revision>5</cp:revision>
  <cp:lastPrinted>2024-02-28T14:58:00Z</cp:lastPrinted>
  <dcterms:created xsi:type="dcterms:W3CDTF">2024-08-09T05:28:00Z</dcterms:created>
  <dcterms:modified xsi:type="dcterms:W3CDTF">2024-08-09T05:33:00Z</dcterms:modified>
</cp:coreProperties>
</file>